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DE" w:rsidRPr="00F113FA" w:rsidRDefault="005F199D" w:rsidP="00F113FA">
      <w:pPr>
        <w:jc w:val="center"/>
        <w:rPr>
          <w:rFonts w:ascii="Bodoni MT Black" w:hAnsi="Bodoni MT Black"/>
          <w:sz w:val="56"/>
        </w:rPr>
      </w:pPr>
      <w:r>
        <w:rPr>
          <w:rFonts w:ascii="Bodoni MT Black" w:hAnsi="Bodoni MT Black"/>
          <w:sz w:val="56"/>
        </w:rPr>
        <w:t>A Day in the life of</w:t>
      </w:r>
      <w:r w:rsidR="008271B0" w:rsidRPr="00F113FA">
        <w:rPr>
          <w:rFonts w:ascii="Bodoni MT Black" w:hAnsi="Bodoni MT Black"/>
          <w:sz w:val="56"/>
        </w:rPr>
        <w:t xml:space="preserve"> Proposal</w:t>
      </w:r>
    </w:p>
    <w:p w:rsidR="005F199D" w:rsidRDefault="005F199D" w:rsidP="003C5F9F">
      <w:pPr>
        <w:pStyle w:val="ListParagraph"/>
        <w:numPr>
          <w:ilvl w:val="0"/>
          <w:numId w:val="1"/>
        </w:numPr>
      </w:pPr>
      <w:r>
        <w:t>What will your “Day in the life of” be about?  Please explain.</w:t>
      </w:r>
    </w:p>
    <w:p w:rsidR="003C5F9F" w:rsidRDefault="008271B0" w:rsidP="003C5F9F">
      <w:pPr>
        <w:pStyle w:val="ListParagraph"/>
        <w:numPr>
          <w:ilvl w:val="0"/>
          <w:numId w:val="1"/>
        </w:numPr>
      </w:pPr>
      <w:r>
        <w:t xml:space="preserve">Please attach or insert </w:t>
      </w:r>
      <w:r w:rsidR="00612405">
        <w:t>a photograph that you have personally taken of your “day in the life of”.  This image should tell the viewer exactly what your “day in the life of” is about.</w:t>
      </w:r>
      <w:r w:rsidR="005F199D">
        <w:t xml:space="preserve">  </w:t>
      </w:r>
    </w:p>
    <w:p w:rsidR="008271B0" w:rsidRDefault="005F199D" w:rsidP="008271B0">
      <w:pPr>
        <w:pStyle w:val="ListParagraph"/>
        <w:numPr>
          <w:ilvl w:val="0"/>
          <w:numId w:val="1"/>
        </w:numPr>
      </w:pPr>
      <w:r>
        <w:t>Find an example of vector art that you will use as inspiration for this work of art</w:t>
      </w:r>
      <w:r w:rsidR="00487C53">
        <w:t xml:space="preserve"> &amp; insert it below</w:t>
      </w:r>
      <w:r w:rsidR="00612405">
        <w:t>.  Please identify the artist if possible or include the link where the artwork was found.</w:t>
      </w:r>
    </w:p>
    <w:p w:rsidR="00F73FD6" w:rsidRPr="00B65280" w:rsidRDefault="00F73FD6" w:rsidP="00F73FD6">
      <w:pPr>
        <w:rPr>
          <w:b/>
          <w:i/>
          <w:sz w:val="24"/>
        </w:rPr>
      </w:pPr>
      <w:r w:rsidRPr="00B65280">
        <w:rPr>
          <w:b/>
          <w:i/>
          <w:sz w:val="24"/>
        </w:rPr>
        <w:t>Examples of Vector Art:</w:t>
      </w:r>
    </w:p>
    <w:p w:rsidR="00F73FD6" w:rsidRDefault="00F73FD6" w:rsidP="00F73FD6">
      <w:hyperlink r:id="rId6" w:history="1">
        <w:r w:rsidRPr="00831D94">
          <w:rPr>
            <w:rStyle w:val="Hyperlink"/>
          </w:rPr>
          <w:t>http://www.vandelaydesign.com/amazing-examples-of-vector-art-for-your-inspiration/</w:t>
        </w:r>
      </w:hyperlink>
    </w:p>
    <w:p w:rsidR="00F73FD6" w:rsidRDefault="00F73FD6" w:rsidP="00F73FD6"/>
    <w:p w:rsidR="008271B0" w:rsidRDefault="008271B0" w:rsidP="00612405">
      <w:pPr>
        <w:ind w:left="360"/>
      </w:pPr>
      <w:bookmarkStart w:id="0" w:name="_GoBack"/>
      <w:bookmarkEnd w:id="0"/>
    </w:p>
    <w:sectPr w:rsidR="00827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E5ACC"/>
    <w:multiLevelType w:val="hybridMultilevel"/>
    <w:tmpl w:val="1D6AF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B0"/>
    <w:rsid w:val="003C5F9F"/>
    <w:rsid w:val="0040240F"/>
    <w:rsid w:val="00487C53"/>
    <w:rsid w:val="005F199D"/>
    <w:rsid w:val="00612405"/>
    <w:rsid w:val="008271B0"/>
    <w:rsid w:val="008349DE"/>
    <w:rsid w:val="00B65280"/>
    <w:rsid w:val="00F113FA"/>
    <w:rsid w:val="00F7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F3601-A96D-43F5-9A13-3FDC272C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andelaydesign.com/amazing-examples-of-vector-art-for-your-inspir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erencha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696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Ferenchak, Caitlin</dc:creator>
  <cp:keywords/>
  <dc:description/>
  <cp:lastModifiedBy>Ferenchak, Caitlin</cp:lastModifiedBy>
  <cp:revision>4</cp:revision>
  <dcterms:created xsi:type="dcterms:W3CDTF">2015-11-17T02:37:00Z</dcterms:created>
  <dcterms:modified xsi:type="dcterms:W3CDTF">2015-11-17T14:13:00Z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